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03" w:rsidRDefault="00F54A79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116840</wp:posOffset>
            </wp:positionV>
            <wp:extent cx="1318260" cy="361950"/>
            <wp:effectExtent l="0" t="0" r="0" b="0"/>
            <wp:wrapNone/>
            <wp:docPr id="5" name="Grafik 5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7513" w:rsidRPr="004A5249" w:rsidRDefault="00DE598A" w:rsidP="00DA58E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</w:t>
      </w:r>
      <w:r w:rsidR="00DA58EF">
        <w:rPr>
          <w:b/>
          <w:sz w:val="24"/>
          <w:szCs w:val="24"/>
        </w:rPr>
        <w:t>:</w:t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DA58EF">
        <w:rPr>
          <w:b/>
          <w:sz w:val="24"/>
          <w:szCs w:val="24"/>
        </w:rPr>
        <w:tab/>
      </w:r>
      <w:r w:rsidR="00627C43">
        <w:rPr>
          <w:b/>
          <w:sz w:val="24"/>
          <w:szCs w:val="24"/>
        </w:rPr>
        <w:t>Reifen</w:t>
      </w:r>
      <w:r w:rsidR="00DA58EF">
        <w:rPr>
          <w:b/>
          <w:sz w:val="24"/>
          <w:szCs w:val="24"/>
        </w:rPr>
        <w:t xml:space="preserve"> schieben</w:t>
      </w:r>
    </w:p>
    <w:p w:rsidR="00D24A16" w:rsidRPr="00AB67BE" w:rsidRDefault="003E0DA1" w:rsidP="00D24A16">
      <w:pPr>
        <w:spacing w:after="0" w:line="240" w:lineRule="auto"/>
        <w:jc w:val="both"/>
        <w:rPr>
          <w:sz w:val="8"/>
          <w:szCs w:val="8"/>
        </w:rPr>
      </w:pPr>
      <w:r>
        <w:rPr>
          <w:noProof/>
          <w:sz w:val="8"/>
          <w:szCs w:val="8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2126615" cy="1590675"/>
                <wp:effectExtent l="0" t="0" r="0" b="0"/>
                <wp:wrapSquare wrapText="bothSides"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6615" cy="1590675"/>
                          <a:chOff x="0" y="0"/>
                          <a:chExt cx="2614485" cy="2046028"/>
                        </a:xfrm>
                      </wpg:grpSpPr>
                      <pic:pic xmlns:pic="http://schemas.openxmlformats.org/drawingml/2006/picture">
                        <pic:nvPicPr>
                          <pic:cNvPr id="1" name="Grafik 1" descr="C:\Users\Woellermann\Desktop\Promotion\Unterrichtseinheit\Bilder_Abschnitt 7\Strang2_ReifenSchieben_tyre-push-2140997_1920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38"/>
                          <a:stretch/>
                        </pic:blipFill>
                        <pic:spPr bwMode="auto">
                          <a:xfrm>
                            <a:off x="0" y="0"/>
                            <a:ext cx="2533015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6757" y="1745672"/>
                            <a:ext cx="937728" cy="300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158F" w:rsidRPr="003B69C1" w:rsidRDefault="0056158F" w:rsidP="0056158F">
                              <w:pPr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3B69C1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ixabay.c</w:t>
                              </w:r>
                              <w:r w:rsidR="003C5C4E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" o:spid="_x0000_s1026" style="position:absolute;left:0;text-align:left;margin-left:336pt;margin-top:3.95pt;width:167.45pt;height:125.25pt;z-index:251669504;mso-width-relative:margin;mso-height-relative:margin" coordsize="26144,20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25330;height:19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QtW3BAAAA2gAAAA8AAABkcnMvZG93bnJldi54bWxET01rwkAQvQv9D8sUetONHoqkrlIKFqFQ&#10;1BrocchOk9Dd2TQ7muivdwWhp+HxPmexGrxTJ+piE9jAdJKBIi6DbbgycPhaj+egoiBbdIHJwJki&#10;rJYPowXmNvS8o9NeKpVCOOZooBZpc61jWZPHOAktceJ+QudREuwqbTvsU7h3epZlz9pjw6mhxpbe&#10;aip/90dv4OI+5lv827rMFdJK//25K96Pxjw9Dq8voIQG+Rff3Rub5sPtldvVy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7QtW3BAAAA2gAAAA8AAAAAAAAAAAAAAAAAnwIA&#10;AGRycy9kb3ducmV2LnhtbFBLBQYAAAAABAAEAPcAAACNAwAAAAA=&#10;">
                  <v:imagedata r:id="rId8" o:title="Strang2_ReifenSchieben_tyre-push-2140997_1920" cropleft="7824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6767;top:17456;width:9377;height:3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56158F" w:rsidRPr="003B69C1" w:rsidRDefault="0056158F" w:rsidP="0056158F">
                        <w:pPr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FFFFFF" w:themeColor="background1"/>
                            <w:sz w:val="16"/>
                            <w:szCs w:val="16"/>
                          </w:rPr>
                          <w:t>p</w:t>
                        </w:r>
                        <w:r w:rsidRPr="003B69C1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ixabay.c</w:t>
                        </w:r>
                        <w:r w:rsidR="003C5C4E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om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627C43" w:rsidRDefault="00627C43" w:rsidP="00DA58EF">
      <w:pPr>
        <w:spacing w:after="0" w:line="240" w:lineRule="auto"/>
        <w:jc w:val="both"/>
        <w:rPr>
          <w:rFonts w:eastAsiaTheme="minorEastAsia"/>
          <w:sz w:val="21"/>
          <w:szCs w:val="21"/>
        </w:rPr>
      </w:pPr>
      <w:r>
        <w:rPr>
          <w:rFonts w:eastAsiaTheme="minorEastAsia"/>
        </w:rPr>
        <w:t>Beim Krafttraining schiebt ein Sportler einen Autoreifen vor sich her.</w:t>
      </w:r>
    </w:p>
    <w:p w:rsidR="00627C43" w:rsidRDefault="00627C43" w:rsidP="00DA58EF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AB67BE" w:rsidRDefault="00AB67BE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3E0DA1" w:rsidRDefault="003E0DA1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627C43" w:rsidRDefault="00627C43" w:rsidP="00AF7ECE">
      <w:pPr>
        <w:spacing w:after="0" w:line="240" w:lineRule="auto"/>
        <w:jc w:val="both"/>
        <w:rPr>
          <w:rFonts w:eastAsiaTheme="minorEastAsia"/>
          <w:b/>
        </w:rPr>
      </w:pPr>
    </w:p>
    <w:p w:rsidR="00DD58DA" w:rsidRDefault="0093519D" w:rsidP="00AF7ECE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Aufgaben</w:t>
      </w:r>
    </w:p>
    <w:p w:rsidR="003C5C4E" w:rsidRDefault="003C5C4E" w:rsidP="003E0DA1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Beschriftet die Kraftpfeile.</w:t>
      </w:r>
    </w:p>
    <w:p w:rsidR="003E0DA1" w:rsidRDefault="003E0DA1" w:rsidP="003E0DA1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Markiert Zwillingskräfte mit der gleichen Farbe.</w:t>
      </w:r>
    </w:p>
    <w:p w:rsidR="0093519D" w:rsidRDefault="003E0DA1" w:rsidP="003C5C4E">
      <w:pPr>
        <w:pStyle w:val="Listenabsatz"/>
        <w:numPr>
          <w:ilvl w:val="0"/>
          <w:numId w:val="41"/>
        </w:numPr>
        <w:spacing w:line="24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Der Sportler schiebt den Reifen mit konstantem Tempo. </w:t>
      </w:r>
      <w:r w:rsidR="003C5C4E">
        <w:rPr>
          <w:rFonts w:eastAsiaTheme="minorEastAsia"/>
        </w:rPr>
        <w:t xml:space="preserve">Begründet dies mit Hilfe der Kräfteaddition. 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5670"/>
        <w:gridCol w:w="4111"/>
      </w:tblGrid>
      <w:tr w:rsidR="003C5C4E" w:rsidTr="009B31B6">
        <w:tc>
          <w:tcPr>
            <w:tcW w:w="5670" w:type="dxa"/>
          </w:tcPr>
          <w:p w:rsidR="003C5C4E" w:rsidRDefault="003C5C4E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  <w:tc>
          <w:tcPr>
            <w:tcW w:w="4111" w:type="dxa"/>
          </w:tcPr>
          <w:p w:rsidR="003C5C4E" w:rsidRDefault="003C5C4E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Hier ist Platz für eure Notizen:</w:t>
            </w:r>
          </w:p>
        </w:tc>
      </w:tr>
      <w:tr w:rsidR="003C5C4E" w:rsidTr="00FF5445">
        <w:trPr>
          <w:trHeight w:val="2386"/>
        </w:trPr>
        <w:tc>
          <w:tcPr>
            <w:tcW w:w="5670" w:type="dxa"/>
          </w:tcPr>
          <w:p w:rsidR="003C5C4E" w:rsidRDefault="00907B10" w:rsidP="00FF5445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121285</wp:posOffset>
                  </wp:positionV>
                  <wp:extent cx="3312160" cy="1552575"/>
                  <wp:effectExtent l="0" t="0" r="2540" b="9525"/>
                  <wp:wrapTight wrapText="bothSides">
                    <wp:wrapPolygon edited="0">
                      <wp:start x="0" y="0"/>
                      <wp:lineTo x="0" y="21467"/>
                      <wp:lineTo x="21492" y="21467"/>
                      <wp:lineTo x="21492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ellermann\Desktop\Promotion\Unterrichtseinheit\Bilder_Abschnitt 7\Strang3_ReifenSchieben_AB01bis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16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</w:tcPr>
          <w:p w:rsidR="003C5C4E" w:rsidRDefault="003C5C4E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</w:tr>
    </w:tbl>
    <w:p w:rsidR="003C5C4E" w:rsidRDefault="003C5C4E" w:rsidP="00942046">
      <w:pPr>
        <w:pStyle w:val="Listenabsatz"/>
        <w:spacing w:after="0" w:line="240" w:lineRule="auto"/>
        <w:ind w:left="720"/>
        <w:jc w:val="both"/>
        <w:rPr>
          <w:rFonts w:eastAsiaTheme="minorEastAsia"/>
        </w:rPr>
      </w:pPr>
    </w:p>
    <w:p w:rsidR="00FF5445" w:rsidRDefault="00FF5445" w:rsidP="000831E4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Der </w:t>
      </w:r>
      <w:r w:rsidR="009B31B6">
        <w:rPr>
          <w:rFonts w:eastAsiaTheme="minorEastAsia"/>
        </w:rPr>
        <w:t xml:space="preserve">Sportler schiebt </w:t>
      </w:r>
      <w:r>
        <w:rPr>
          <w:rFonts w:eastAsiaTheme="minorEastAsia"/>
        </w:rPr>
        <w:t>den</w:t>
      </w:r>
      <w:r w:rsidR="009B31B6">
        <w:rPr>
          <w:rFonts w:eastAsiaTheme="minorEastAsia"/>
        </w:rPr>
        <w:t xml:space="preserve"> Reifen</w:t>
      </w:r>
      <w:r>
        <w:rPr>
          <w:rFonts w:eastAsiaTheme="minorEastAsia"/>
        </w:rPr>
        <w:t xml:space="preserve"> </w:t>
      </w:r>
      <w:r w:rsidR="00411D1A">
        <w:rPr>
          <w:rFonts w:eastAsiaTheme="minorEastAsia"/>
        </w:rPr>
        <w:t>mit konstantem Tempo</w:t>
      </w:r>
      <w:r w:rsidR="007E152E">
        <w:rPr>
          <w:rFonts w:eastAsiaTheme="minorEastAsia"/>
        </w:rPr>
        <w:t>.</w:t>
      </w:r>
    </w:p>
    <w:p w:rsidR="00FF5445" w:rsidRDefault="00FF5445" w:rsidP="00FF5445">
      <w:pPr>
        <w:pStyle w:val="Listenabsatz"/>
        <w:numPr>
          <w:ilvl w:val="0"/>
          <w:numId w:val="46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Konstruiert die von dem Sportler auf den Reifen ausgeübte Kraft.</w:t>
      </w:r>
    </w:p>
    <w:p w:rsidR="009B31B6" w:rsidRDefault="00FF5445" w:rsidP="00FF5445">
      <w:pPr>
        <w:pStyle w:val="Listenabsatz"/>
        <w:numPr>
          <w:ilvl w:val="0"/>
          <w:numId w:val="46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Bestimmt mit Hilfe der Tabelle, ob</w:t>
      </w:r>
      <w:r w:rsidR="009B31B6">
        <w:rPr>
          <w:rFonts w:eastAsiaTheme="minorEastAsia"/>
        </w:rPr>
        <w:t xml:space="preserve"> es sich um einen Profi</w:t>
      </w:r>
      <w:r>
        <w:rPr>
          <w:rFonts w:eastAsiaTheme="minorEastAsia"/>
        </w:rPr>
        <w:t xml:space="preserve"> handelt.</w:t>
      </w:r>
    </w:p>
    <w:tbl>
      <w:tblPr>
        <w:tblStyle w:val="Tabellenraster"/>
        <w:tblpPr w:leftFromText="141" w:rightFromText="141" w:vertAnchor="text" w:tblpXSpec="right" w:tblpY="1"/>
        <w:tblOverlap w:val="never"/>
        <w:tblW w:w="4241" w:type="dxa"/>
        <w:jc w:val="right"/>
        <w:tblLook w:val="04A0" w:firstRow="1" w:lastRow="0" w:firstColumn="1" w:lastColumn="0" w:noHBand="0" w:noVBand="1"/>
      </w:tblPr>
      <w:tblGrid>
        <w:gridCol w:w="1777"/>
        <w:gridCol w:w="2464"/>
      </w:tblGrid>
      <w:tr w:rsidR="009B31B6" w:rsidTr="00FF5445">
        <w:trPr>
          <w:jc w:val="right"/>
        </w:trPr>
        <w:tc>
          <w:tcPr>
            <w:tcW w:w="1454" w:type="dxa"/>
          </w:tcPr>
          <w:p w:rsidR="009B31B6" w:rsidRDefault="009B31B6" w:rsidP="00FF5445">
            <w:pPr>
              <w:pStyle w:val="Listenabsatz"/>
              <w:spacing w:line="240" w:lineRule="auto"/>
              <w:ind w:left="0"/>
              <w:jc w:val="both"/>
              <w:rPr>
                <w:rFonts w:eastAsiaTheme="minorEastAsia"/>
              </w:rPr>
            </w:pPr>
          </w:p>
        </w:tc>
        <w:tc>
          <w:tcPr>
            <w:tcW w:w="2787" w:type="dxa"/>
          </w:tcPr>
          <w:p w:rsidR="009B31B6" w:rsidRPr="009B31B6" w:rsidRDefault="00FF5445" w:rsidP="00FF5445">
            <w:pPr>
              <w:pStyle w:val="Listenabsatz"/>
              <w:spacing w:after="0" w:line="240" w:lineRule="auto"/>
              <w:ind w:left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Vom Sportler a</w:t>
            </w:r>
            <w:r w:rsidR="009B31B6" w:rsidRPr="009B31B6">
              <w:rPr>
                <w:rFonts w:eastAsiaTheme="minorEastAsia"/>
                <w:b/>
              </w:rPr>
              <w:t>uf Reifen ausgeübte Kraft</w:t>
            </w:r>
          </w:p>
        </w:tc>
      </w:tr>
      <w:tr w:rsidR="009B31B6" w:rsidTr="00FF5445">
        <w:trPr>
          <w:trHeight w:val="157"/>
          <w:jc w:val="right"/>
        </w:trPr>
        <w:tc>
          <w:tcPr>
            <w:tcW w:w="1454" w:type="dxa"/>
            <w:vAlign w:val="center"/>
          </w:tcPr>
          <w:p w:rsidR="009B31B6" w:rsidRDefault="009B31B6" w:rsidP="00FF5445">
            <w:pPr>
              <w:pStyle w:val="Listenabsatz"/>
              <w:spacing w:after="0" w:line="240" w:lineRule="auto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Profi</w:t>
            </w:r>
          </w:p>
        </w:tc>
        <w:tc>
          <w:tcPr>
            <w:tcW w:w="2787" w:type="dxa"/>
          </w:tcPr>
          <w:p w:rsidR="009B31B6" w:rsidRDefault="00BA1D0B" w:rsidP="00FF5445">
            <w:pPr>
              <w:pStyle w:val="Listenabsatz"/>
              <w:spacing w:after="0" w:line="240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</w:t>
            </w:r>
            <w:r w:rsidR="009B31B6">
              <w:rPr>
                <w:rFonts w:eastAsiaTheme="minorEastAsia"/>
              </w:rPr>
              <w:t xml:space="preserve">F </w:t>
            </w:r>
            <m:oMath>
              <m:r>
                <w:rPr>
                  <w:rFonts w:ascii="Cambria Math" w:eastAsiaTheme="minorEastAsia" w:hAnsi="Cambria Math"/>
                </w:rPr>
                <m:t>≥</m:t>
              </m:r>
            </m:oMath>
            <w:r w:rsidR="00F85246">
              <w:rPr>
                <w:rFonts w:eastAsiaTheme="minorEastAsia"/>
              </w:rPr>
              <w:t xml:space="preserve"> 1000</w:t>
            </w:r>
            <w:r w:rsidR="009B31B6">
              <w:rPr>
                <w:rFonts w:eastAsiaTheme="minorEastAsia"/>
              </w:rPr>
              <w:t> N</w:t>
            </w:r>
          </w:p>
        </w:tc>
      </w:tr>
      <w:tr w:rsidR="009620B9" w:rsidTr="00FF5445">
        <w:trPr>
          <w:jc w:val="right"/>
        </w:trPr>
        <w:tc>
          <w:tcPr>
            <w:tcW w:w="1454" w:type="dxa"/>
            <w:vAlign w:val="center"/>
          </w:tcPr>
          <w:p w:rsidR="009620B9" w:rsidRDefault="009620B9" w:rsidP="00FF5445">
            <w:pPr>
              <w:pStyle w:val="Listenabsatz"/>
              <w:spacing w:after="0" w:line="240" w:lineRule="auto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Fortgeschritten</w:t>
            </w:r>
            <w:r w:rsidR="009A1A4B">
              <w:rPr>
                <w:rFonts w:eastAsiaTheme="minorEastAsia"/>
              </w:rPr>
              <w:t>er</w:t>
            </w:r>
          </w:p>
        </w:tc>
        <w:tc>
          <w:tcPr>
            <w:tcW w:w="2787" w:type="dxa"/>
          </w:tcPr>
          <w:p w:rsidR="009620B9" w:rsidRDefault="00BA1D0B" w:rsidP="00BA1D0B">
            <w:pPr>
              <w:pStyle w:val="Listenabsatz"/>
              <w:spacing w:after="0" w:line="240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500 N </w:t>
            </w:r>
            <m:oMath>
              <m:r>
                <w:rPr>
                  <w:rFonts w:ascii="Cambria Math" w:eastAsiaTheme="minorEastAsia" w:hAnsi="Cambria Math"/>
                </w:rPr>
                <m:t>≤</m:t>
              </m:r>
            </m:oMath>
            <w:r>
              <w:rPr>
                <w:rFonts w:eastAsiaTheme="minorEastAsia"/>
              </w:rPr>
              <w:t xml:space="preserve"> </w:t>
            </w:r>
            <w:r w:rsidR="009620B9">
              <w:rPr>
                <w:rFonts w:eastAsiaTheme="minorEastAsia"/>
              </w:rPr>
              <w:t xml:space="preserve">F </w:t>
            </w:r>
            <m:oMath>
              <m:r>
                <w:rPr>
                  <w:rFonts w:ascii="Cambria Math" w:eastAsiaTheme="minorEastAsia" w:hAnsi="Cambria Math"/>
                </w:rPr>
                <m:t>&lt;</m:t>
              </m:r>
            </m:oMath>
            <w:r w:rsidR="009620B9">
              <w:rPr>
                <w:rFonts w:eastAsiaTheme="minorEastAsia"/>
              </w:rPr>
              <w:t xml:space="preserve"> 1000 N</w:t>
            </w:r>
          </w:p>
        </w:tc>
      </w:tr>
      <w:tr w:rsidR="009B31B6" w:rsidTr="00FF5445">
        <w:trPr>
          <w:jc w:val="right"/>
        </w:trPr>
        <w:tc>
          <w:tcPr>
            <w:tcW w:w="1454" w:type="dxa"/>
            <w:vAlign w:val="center"/>
          </w:tcPr>
          <w:p w:rsidR="009B31B6" w:rsidRDefault="009B31B6" w:rsidP="00FF5445">
            <w:pPr>
              <w:pStyle w:val="Listenabsatz"/>
              <w:spacing w:after="0" w:line="240" w:lineRule="auto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Anfänger</w:t>
            </w:r>
          </w:p>
        </w:tc>
        <w:tc>
          <w:tcPr>
            <w:tcW w:w="2787" w:type="dxa"/>
          </w:tcPr>
          <w:p w:rsidR="009B31B6" w:rsidRDefault="00BA1D0B" w:rsidP="00FF5445">
            <w:pPr>
              <w:pStyle w:val="Listenabsatz"/>
              <w:spacing w:after="0" w:line="240" w:lineRule="auto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</w:t>
            </w:r>
            <w:r w:rsidR="009B31B6">
              <w:rPr>
                <w:rFonts w:eastAsiaTheme="minorEastAsia"/>
              </w:rPr>
              <w:t xml:space="preserve">F </w:t>
            </w:r>
            <m:oMath>
              <m:r>
                <w:rPr>
                  <w:rFonts w:ascii="Cambria Math" w:eastAsiaTheme="minorEastAsia" w:hAnsi="Cambria Math"/>
                </w:rPr>
                <m:t>&lt;</m:t>
              </m:r>
            </m:oMath>
            <w:r w:rsidR="009620B9">
              <w:rPr>
                <w:rFonts w:eastAsiaTheme="minorEastAsia"/>
              </w:rPr>
              <w:t xml:space="preserve"> 5</w:t>
            </w:r>
            <w:r w:rsidR="00F85246">
              <w:rPr>
                <w:rFonts w:eastAsiaTheme="minorEastAsia"/>
              </w:rPr>
              <w:t>00</w:t>
            </w:r>
            <w:r w:rsidR="009B31B6">
              <w:rPr>
                <w:rFonts w:eastAsiaTheme="minorEastAsia"/>
              </w:rPr>
              <w:t> N</w:t>
            </w:r>
          </w:p>
        </w:tc>
      </w:tr>
    </w:tbl>
    <w:p w:rsidR="009B31B6" w:rsidRDefault="009B31B6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p w:rsidR="00FF5445" w:rsidRDefault="00FF5445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p w:rsidR="00FF5445" w:rsidRDefault="00FF5445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p w:rsidR="00FF5445" w:rsidRDefault="00FF5445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p w:rsidR="00FF5445" w:rsidRPr="009B31B6" w:rsidRDefault="00FF5445" w:rsidP="009B31B6">
      <w:pPr>
        <w:pStyle w:val="Listenabsatz"/>
        <w:spacing w:line="240" w:lineRule="auto"/>
        <w:ind w:left="720"/>
        <w:jc w:val="both"/>
        <w:rPr>
          <w:rFonts w:eastAsiaTheme="minorEastAsia"/>
          <w:sz w:val="8"/>
          <w:szCs w:val="8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5706"/>
        <w:gridCol w:w="4210"/>
      </w:tblGrid>
      <w:tr w:rsidR="009B31B6" w:rsidTr="009B31B6">
        <w:tc>
          <w:tcPr>
            <w:tcW w:w="5670" w:type="dxa"/>
          </w:tcPr>
          <w:p w:rsidR="009B31B6" w:rsidRDefault="009B31B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  <w:tc>
          <w:tcPr>
            <w:tcW w:w="4246" w:type="dxa"/>
          </w:tcPr>
          <w:p w:rsidR="009B31B6" w:rsidRDefault="009B31B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Hier ist Platz für eure Notizen:</w:t>
            </w:r>
          </w:p>
        </w:tc>
      </w:tr>
      <w:tr w:rsidR="009B31B6" w:rsidTr="009B31B6">
        <w:trPr>
          <w:trHeight w:val="2285"/>
        </w:trPr>
        <w:tc>
          <w:tcPr>
            <w:tcW w:w="5670" w:type="dxa"/>
          </w:tcPr>
          <w:p w:rsidR="009B31B6" w:rsidRDefault="009B31B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(1 cm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=</m:t>
                  </m:r>
                </m:e>
              </m:acc>
            </m:oMath>
            <w:r w:rsidR="00F85246">
              <w:rPr>
                <w:rFonts w:eastAsiaTheme="minorEastAsia"/>
              </w:rPr>
              <w:t xml:space="preserve"> 750</w:t>
            </w:r>
            <w:r>
              <w:rPr>
                <w:rFonts w:eastAsiaTheme="minorEastAsia"/>
              </w:rPr>
              <w:t> N)</w:t>
            </w:r>
          </w:p>
          <w:p w:rsidR="009B31B6" w:rsidRDefault="00BA1D0B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noProof/>
                <w:lang w:eastAsia="de-DE"/>
              </w:rPr>
              <w:drawing>
                <wp:inline distT="0" distB="0" distL="0" distR="0">
                  <wp:extent cx="3486150" cy="155245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oellermann\Desktop\Promotion\Unterrichtseinheit\Bilder_Abschnitt 7\Strang3_ReifenSchieben_AB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1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1F6" w:rsidRDefault="000C01F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  <w:tc>
          <w:tcPr>
            <w:tcW w:w="4246" w:type="dxa"/>
          </w:tcPr>
          <w:p w:rsidR="009B31B6" w:rsidRDefault="009B31B6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</w:tr>
    </w:tbl>
    <w:p w:rsidR="00754B17" w:rsidRPr="000831E4" w:rsidRDefault="00754B17" w:rsidP="000831E4">
      <w:pPr>
        <w:spacing w:after="0" w:line="240" w:lineRule="auto"/>
        <w:jc w:val="both"/>
        <w:rPr>
          <w:rFonts w:eastAsiaTheme="minorEastAsia"/>
          <w:color w:val="FF0000"/>
        </w:rPr>
      </w:pPr>
      <w:bookmarkStart w:id="0" w:name="_GoBack"/>
      <w:bookmarkEnd w:id="0"/>
    </w:p>
    <w:sectPr w:rsidR="00754B17" w:rsidRPr="000831E4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40CB6"/>
    <w:multiLevelType w:val="hybridMultilevel"/>
    <w:tmpl w:val="62827D12"/>
    <w:lvl w:ilvl="0" w:tplc="967A6C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DD5B78"/>
    <w:multiLevelType w:val="hybridMultilevel"/>
    <w:tmpl w:val="E27424A6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B7B94"/>
    <w:multiLevelType w:val="hybridMultilevel"/>
    <w:tmpl w:val="A344F1A0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86A7B"/>
    <w:multiLevelType w:val="hybridMultilevel"/>
    <w:tmpl w:val="54DE48F4"/>
    <w:lvl w:ilvl="0" w:tplc="0BB80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9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31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5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4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7"/>
  </w:num>
  <w:num w:numId="2">
    <w:abstractNumId w:val="35"/>
  </w:num>
  <w:num w:numId="3">
    <w:abstractNumId w:val="37"/>
  </w:num>
  <w:num w:numId="4">
    <w:abstractNumId w:val="41"/>
  </w:num>
  <w:num w:numId="5">
    <w:abstractNumId w:val="2"/>
  </w:num>
  <w:num w:numId="6">
    <w:abstractNumId w:val="9"/>
  </w:num>
  <w:num w:numId="7">
    <w:abstractNumId w:val="23"/>
  </w:num>
  <w:num w:numId="8">
    <w:abstractNumId w:val="21"/>
  </w:num>
  <w:num w:numId="9">
    <w:abstractNumId w:val="38"/>
  </w:num>
  <w:num w:numId="10">
    <w:abstractNumId w:val="42"/>
  </w:num>
  <w:num w:numId="11">
    <w:abstractNumId w:val="36"/>
  </w:num>
  <w:num w:numId="12">
    <w:abstractNumId w:val="22"/>
  </w:num>
  <w:num w:numId="13">
    <w:abstractNumId w:val="0"/>
  </w:num>
  <w:num w:numId="14">
    <w:abstractNumId w:val="4"/>
  </w:num>
  <w:num w:numId="15">
    <w:abstractNumId w:val="3"/>
  </w:num>
  <w:num w:numId="16">
    <w:abstractNumId w:val="29"/>
  </w:num>
  <w:num w:numId="17">
    <w:abstractNumId w:val="1"/>
  </w:num>
  <w:num w:numId="18">
    <w:abstractNumId w:val="12"/>
  </w:num>
  <w:num w:numId="19">
    <w:abstractNumId w:val="20"/>
  </w:num>
  <w:num w:numId="20">
    <w:abstractNumId w:val="27"/>
  </w:num>
  <w:num w:numId="21">
    <w:abstractNumId w:val="26"/>
  </w:num>
  <w:num w:numId="22">
    <w:abstractNumId w:val="15"/>
  </w:num>
  <w:num w:numId="23">
    <w:abstractNumId w:val="30"/>
  </w:num>
  <w:num w:numId="24">
    <w:abstractNumId w:val="33"/>
  </w:num>
  <w:num w:numId="25">
    <w:abstractNumId w:val="44"/>
  </w:num>
  <w:num w:numId="26">
    <w:abstractNumId w:val="5"/>
  </w:num>
  <w:num w:numId="27">
    <w:abstractNumId w:val="6"/>
  </w:num>
  <w:num w:numId="28">
    <w:abstractNumId w:val="39"/>
  </w:num>
  <w:num w:numId="29">
    <w:abstractNumId w:val="24"/>
  </w:num>
  <w:num w:numId="30">
    <w:abstractNumId w:val="40"/>
  </w:num>
  <w:num w:numId="31">
    <w:abstractNumId w:val="19"/>
  </w:num>
  <w:num w:numId="32">
    <w:abstractNumId w:val="10"/>
  </w:num>
  <w:num w:numId="33">
    <w:abstractNumId w:val="31"/>
  </w:num>
  <w:num w:numId="34">
    <w:abstractNumId w:val="43"/>
  </w:num>
  <w:num w:numId="35">
    <w:abstractNumId w:val="7"/>
  </w:num>
  <w:num w:numId="36">
    <w:abstractNumId w:val="16"/>
  </w:num>
  <w:num w:numId="37">
    <w:abstractNumId w:val="28"/>
  </w:num>
  <w:num w:numId="38">
    <w:abstractNumId w:val="11"/>
  </w:num>
  <w:num w:numId="39">
    <w:abstractNumId w:val="34"/>
  </w:num>
  <w:num w:numId="40">
    <w:abstractNumId w:val="45"/>
  </w:num>
  <w:num w:numId="41">
    <w:abstractNumId w:val="13"/>
  </w:num>
  <w:num w:numId="42">
    <w:abstractNumId w:val="25"/>
  </w:num>
  <w:num w:numId="43">
    <w:abstractNumId w:val="32"/>
  </w:num>
  <w:num w:numId="44">
    <w:abstractNumId w:val="18"/>
  </w:num>
  <w:num w:numId="45">
    <w:abstractNumId w:val="14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21E1D"/>
    <w:rsid w:val="00024AB2"/>
    <w:rsid w:val="0003148E"/>
    <w:rsid w:val="00033C38"/>
    <w:rsid w:val="000344D1"/>
    <w:rsid w:val="00036453"/>
    <w:rsid w:val="000405A5"/>
    <w:rsid w:val="00056319"/>
    <w:rsid w:val="00056DF9"/>
    <w:rsid w:val="000831E4"/>
    <w:rsid w:val="00083B32"/>
    <w:rsid w:val="00085057"/>
    <w:rsid w:val="00085E06"/>
    <w:rsid w:val="00085E1C"/>
    <w:rsid w:val="00087F16"/>
    <w:rsid w:val="000A4820"/>
    <w:rsid w:val="000B4CCF"/>
    <w:rsid w:val="000B5B51"/>
    <w:rsid w:val="000C01F6"/>
    <w:rsid w:val="000F62B2"/>
    <w:rsid w:val="000F75B8"/>
    <w:rsid w:val="001015D3"/>
    <w:rsid w:val="00106A3B"/>
    <w:rsid w:val="00115858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A4AB2"/>
    <w:rsid w:val="001B3FA6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9207E"/>
    <w:rsid w:val="00292353"/>
    <w:rsid w:val="00297136"/>
    <w:rsid w:val="002972D8"/>
    <w:rsid w:val="002A6832"/>
    <w:rsid w:val="002B5DC1"/>
    <w:rsid w:val="002B6695"/>
    <w:rsid w:val="002D5F55"/>
    <w:rsid w:val="002E669C"/>
    <w:rsid w:val="002F0454"/>
    <w:rsid w:val="00330208"/>
    <w:rsid w:val="003375C5"/>
    <w:rsid w:val="00343979"/>
    <w:rsid w:val="0035439A"/>
    <w:rsid w:val="00363669"/>
    <w:rsid w:val="00370BDC"/>
    <w:rsid w:val="00385A0F"/>
    <w:rsid w:val="00392904"/>
    <w:rsid w:val="003B3EB3"/>
    <w:rsid w:val="003C00D0"/>
    <w:rsid w:val="003C5C4E"/>
    <w:rsid w:val="003E0DA1"/>
    <w:rsid w:val="003E65F6"/>
    <w:rsid w:val="0040210A"/>
    <w:rsid w:val="00411D1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66D2"/>
    <w:rsid w:val="00505F36"/>
    <w:rsid w:val="0050751E"/>
    <w:rsid w:val="0053279C"/>
    <w:rsid w:val="0053280C"/>
    <w:rsid w:val="00536ABD"/>
    <w:rsid w:val="005516A6"/>
    <w:rsid w:val="00553BA5"/>
    <w:rsid w:val="00553DBF"/>
    <w:rsid w:val="00556997"/>
    <w:rsid w:val="00560320"/>
    <w:rsid w:val="0056158F"/>
    <w:rsid w:val="0056638D"/>
    <w:rsid w:val="00576D07"/>
    <w:rsid w:val="00586A44"/>
    <w:rsid w:val="00593B89"/>
    <w:rsid w:val="005A0636"/>
    <w:rsid w:val="005A0ECB"/>
    <w:rsid w:val="005A5158"/>
    <w:rsid w:val="005D1E0E"/>
    <w:rsid w:val="005F00A4"/>
    <w:rsid w:val="00600141"/>
    <w:rsid w:val="00613F0D"/>
    <w:rsid w:val="0062613B"/>
    <w:rsid w:val="00627C43"/>
    <w:rsid w:val="00632C24"/>
    <w:rsid w:val="006338FA"/>
    <w:rsid w:val="006357F0"/>
    <w:rsid w:val="00642585"/>
    <w:rsid w:val="0064768E"/>
    <w:rsid w:val="00654B33"/>
    <w:rsid w:val="0067688F"/>
    <w:rsid w:val="00677976"/>
    <w:rsid w:val="006827F7"/>
    <w:rsid w:val="006A077D"/>
    <w:rsid w:val="006B1FEC"/>
    <w:rsid w:val="006D4E87"/>
    <w:rsid w:val="006E2A89"/>
    <w:rsid w:val="006E5FDB"/>
    <w:rsid w:val="00707D02"/>
    <w:rsid w:val="00710E46"/>
    <w:rsid w:val="007128FE"/>
    <w:rsid w:val="00712E4A"/>
    <w:rsid w:val="007308EF"/>
    <w:rsid w:val="00751497"/>
    <w:rsid w:val="0075174B"/>
    <w:rsid w:val="00754B17"/>
    <w:rsid w:val="007608E8"/>
    <w:rsid w:val="00760C27"/>
    <w:rsid w:val="00785090"/>
    <w:rsid w:val="007A7FF1"/>
    <w:rsid w:val="007C7C23"/>
    <w:rsid w:val="007D6DBD"/>
    <w:rsid w:val="007E014C"/>
    <w:rsid w:val="007E152E"/>
    <w:rsid w:val="007E69BD"/>
    <w:rsid w:val="0080797C"/>
    <w:rsid w:val="00810D7D"/>
    <w:rsid w:val="008252B7"/>
    <w:rsid w:val="008372F2"/>
    <w:rsid w:val="00857BA5"/>
    <w:rsid w:val="00871287"/>
    <w:rsid w:val="00873A81"/>
    <w:rsid w:val="0088210A"/>
    <w:rsid w:val="0088263B"/>
    <w:rsid w:val="00895ABC"/>
    <w:rsid w:val="008A3D7E"/>
    <w:rsid w:val="008A3F91"/>
    <w:rsid w:val="008C159B"/>
    <w:rsid w:val="008C68CD"/>
    <w:rsid w:val="008D4BC1"/>
    <w:rsid w:val="008D4E89"/>
    <w:rsid w:val="008E3511"/>
    <w:rsid w:val="008E4159"/>
    <w:rsid w:val="008E609F"/>
    <w:rsid w:val="008E6FD1"/>
    <w:rsid w:val="008F4B78"/>
    <w:rsid w:val="008F711C"/>
    <w:rsid w:val="009054B7"/>
    <w:rsid w:val="00907B10"/>
    <w:rsid w:val="009324F5"/>
    <w:rsid w:val="0093519D"/>
    <w:rsid w:val="00942046"/>
    <w:rsid w:val="00961AFC"/>
    <w:rsid w:val="009620B9"/>
    <w:rsid w:val="009705E3"/>
    <w:rsid w:val="00983B90"/>
    <w:rsid w:val="009875D8"/>
    <w:rsid w:val="00990B2B"/>
    <w:rsid w:val="009941C1"/>
    <w:rsid w:val="009A1A4B"/>
    <w:rsid w:val="009A6ACB"/>
    <w:rsid w:val="009B31B6"/>
    <w:rsid w:val="009E6C7C"/>
    <w:rsid w:val="009F7A6A"/>
    <w:rsid w:val="00A0083B"/>
    <w:rsid w:val="00A019DE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7168E"/>
    <w:rsid w:val="00A84691"/>
    <w:rsid w:val="00AA5188"/>
    <w:rsid w:val="00AB67BE"/>
    <w:rsid w:val="00AF7ECE"/>
    <w:rsid w:val="00B055B6"/>
    <w:rsid w:val="00B16F9F"/>
    <w:rsid w:val="00B1725C"/>
    <w:rsid w:val="00B50703"/>
    <w:rsid w:val="00B51BB9"/>
    <w:rsid w:val="00B71DA8"/>
    <w:rsid w:val="00B75CC9"/>
    <w:rsid w:val="00B80722"/>
    <w:rsid w:val="00B834AB"/>
    <w:rsid w:val="00BA1D0B"/>
    <w:rsid w:val="00BC3A5D"/>
    <w:rsid w:val="00BD01D8"/>
    <w:rsid w:val="00BD359C"/>
    <w:rsid w:val="00BD37C7"/>
    <w:rsid w:val="00BE2DB2"/>
    <w:rsid w:val="00BE3BFE"/>
    <w:rsid w:val="00BE60DA"/>
    <w:rsid w:val="00C02D18"/>
    <w:rsid w:val="00C121E8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CF640A"/>
    <w:rsid w:val="00D24A16"/>
    <w:rsid w:val="00D313B6"/>
    <w:rsid w:val="00D360E4"/>
    <w:rsid w:val="00D541CF"/>
    <w:rsid w:val="00D719F6"/>
    <w:rsid w:val="00D830DE"/>
    <w:rsid w:val="00D87C0E"/>
    <w:rsid w:val="00DA4223"/>
    <w:rsid w:val="00DA58EF"/>
    <w:rsid w:val="00DD58DA"/>
    <w:rsid w:val="00DE5579"/>
    <w:rsid w:val="00DE598A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2594F"/>
    <w:rsid w:val="00F320D5"/>
    <w:rsid w:val="00F43BC3"/>
    <w:rsid w:val="00F44F80"/>
    <w:rsid w:val="00F52C86"/>
    <w:rsid w:val="00F54A79"/>
    <w:rsid w:val="00F66FD9"/>
    <w:rsid w:val="00F75746"/>
    <w:rsid w:val="00F774B9"/>
    <w:rsid w:val="00F77E63"/>
    <w:rsid w:val="00F85246"/>
    <w:rsid w:val="00F97063"/>
    <w:rsid w:val="00FB1557"/>
    <w:rsid w:val="00FC0CFB"/>
    <w:rsid w:val="00FC2CE6"/>
    <w:rsid w:val="00FC3B16"/>
    <w:rsid w:val="00FE1D19"/>
    <w:rsid w:val="00FE3724"/>
    <w:rsid w:val="00FF063B"/>
    <w:rsid w:val="00FF5445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27865-FD24-47BB-A238-626B2E94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Woellermann</dc:creator>
  <cp:lastModifiedBy>Woellermann</cp:lastModifiedBy>
  <cp:revision>2</cp:revision>
  <cp:lastPrinted>2018-06-01T05:42:00Z</cp:lastPrinted>
  <dcterms:created xsi:type="dcterms:W3CDTF">2019-09-10T07:13:00Z</dcterms:created>
  <dcterms:modified xsi:type="dcterms:W3CDTF">2019-09-10T07:13:00Z</dcterms:modified>
</cp:coreProperties>
</file>